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794" w:rsidRPr="00F67E5E" w:rsidRDefault="00161794" w:rsidP="00161794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F67E5E">
        <w:rPr>
          <w:b/>
          <w:sz w:val="28"/>
          <w:szCs w:val="28"/>
        </w:rPr>
        <w:t>Individual Strengths and Skills Inventory</w:t>
      </w:r>
    </w:p>
    <w:p w:rsidR="00161794" w:rsidRDefault="00161794" w:rsidP="00161794">
      <w:pPr>
        <w:jc w:val="center"/>
      </w:pPr>
      <w:r>
        <w:t>Ruth Aspy, Ph.D., and Barry G. Grossman, Ph.D.</w:t>
      </w:r>
    </w:p>
    <w:p w:rsidR="00161794" w:rsidRDefault="00161794"/>
    <w:p w:rsidR="00161794" w:rsidRDefault="00161794" w:rsidP="00161794">
      <w:r w:rsidRPr="00F67E5E">
        <w:t>When designing an effective intervention plan, it is important to consider individual strengths. Please describe strengths in the following areas</w:t>
      </w:r>
      <w:r>
        <w:t>:</w:t>
      </w:r>
    </w:p>
    <w:p w:rsidR="00161794" w:rsidRDefault="00161794" w:rsidP="00161794"/>
    <w:tbl>
      <w:tblPr>
        <w:tblW w:w="0" w:type="auto"/>
        <w:tblLook w:val="01E0" w:firstRow="1" w:lastRow="1" w:firstColumn="1" w:lastColumn="1" w:noHBand="0" w:noVBand="0"/>
      </w:tblPr>
      <w:tblGrid>
        <w:gridCol w:w="9576"/>
      </w:tblGrid>
      <w:tr w:rsidR="00161794" w:rsidRPr="00161794">
        <w:tc>
          <w:tcPr>
            <w:tcW w:w="9576" w:type="dxa"/>
            <w:shd w:val="clear" w:color="auto" w:fill="E0E0E0"/>
          </w:tcPr>
          <w:p w:rsidR="00161794" w:rsidRPr="00161794" w:rsidRDefault="00161794" w:rsidP="00161794">
            <w:pPr>
              <w:rPr>
                <w:b/>
              </w:rPr>
            </w:pPr>
            <w:r w:rsidRPr="00161794">
              <w:rPr>
                <w:b/>
              </w:rPr>
              <w:t>Social</w:t>
            </w:r>
          </w:p>
        </w:tc>
      </w:tr>
      <w:tr w:rsidR="00161794" w:rsidRPr="007E3D02">
        <w:tc>
          <w:tcPr>
            <w:tcW w:w="9576" w:type="dxa"/>
          </w:tcPr>
          <w:p w:rsidR="00161794" w:rsidRPr="007E3D02" w:rsidRDefault="00161794" w:rsidP="00161794"/>
        </w:tc>
      </w:tr>
      <w:tr w:rsidR="00161794" w:rsidRPr="007E3D02">
        <w:tc>
          <w:tcPr>
            <w:tcW w:w="9576" w:type="dxa"/>
          </w:tcPr>
          <w:p w:rsidR="00161794" w:rsidRPr="007E3D02" w:rsidRDefault="005B1B75" w:rsidP="00161794">
            <w:r>
              <w:t>Enjoys interacting with adults and talking about dinosaurs.</w:t>
            </w:r>
          </w:p>
        </w:tc>
      </w:tr>
      <w:tr w:rsidR="00161794" w:rsidRPr="007E3D02">
        <w:tc>
          <w:tcPr>
            <w:tcW w:w="9576" w:type="dxa"/>
          </w:tcPr>
          <w:p w:rsidR="00161794" w:rsidRPr="007E3D02" w:rsidRDefault="00161794" w:rsidP="00161794"/>
        </w:tc>
      </w:tr>
      <w:tr w:rsidR="00161794" w:rsidRPr="007E3D02">
        <w:tc>
          <w:tcPr>
            <w:tcW w:w="9576" w:type="dxa"/>
          </w:tcPr>
          <w:p w:rsidR="00161794" w:rsidRPr="007E3D02" w:rsidRDefault="00161794" w:rsidP="00161794"/>
        </w:tc>
      </w:tr>
      <w:tr w:rsidR="00161794" w:rsidRPr="00161794">
        <w:tc>
          <w:tcPr>
            <w:tcW w:w="9576" w:type="dxa"/>
            <w:shd w:val="clear" w:color="auto" w:fill="E0E0E0"/>
          </w:tcPr>
          <w:p w:rsidR="00161794" w:rsidRPr="00161794" w:rsidRDefault="00161794" w:rsidP="00161794">
            <w:pPr>
              <w:rPr>
                <w:b/>
              </w:rPr>
            </w:pPr>
            <w:r w:rsidRPr="00161794">
              <w:rPr>
                <w:b/>
              </w:rPr>
              <w:t>Behavior, Interests, and Activities</w:t>
            </w:r>
          </w:p>
        </w:tc>
      </w:tr>
      <w:tr w:rsidR="00161794" w:rsidRPr="007E3D02">
        <w:tc>
          <w:tcPr>
            <w:tcW w:w="9576" w:type="dxa"/>
          </w:tcPr>
          <w:p w:rsidR="00161794" w:rsidRPr="007E3D02" w:rsidRDefault="00161794" w:rsidP="00161794"/>
        </w:tc>
      </w:tr>
      <w:tr w:rsidR="00161794" w:rsidRPr="007E3D02">
        <w:tc>
          <w:tcPr>
            <w:tcW w:w="9576" w:type="dxa"/>
          </w:tcPr>
          <w:p w:rsidR="00161794" w:rsidRDefault="005B1B75" w:rsidP="00161794">
            <w:r>
              <w:t>Enjoys surfing the Internet, YouTube, for animal videos and dinosaurs.</w:t>
            </w:r>
          </w:p>
          <w:p w:rsidR="005B1B75" w:rsidRPr="007E3D02" w:rsidRDefault="005B1B75" w:rsidP="00161794">
            <w:r>
              <w:t>Plays soccer.  Dad is his coach.</w:t>
            </w:r>
          </w:p>
        </w:tc>
      </w:tr>
      <w:tr w:rsidR="00161794" w:rsidRPr="007E3D02">
        <w:tc>
          <w:tcPr>
            <w:tcW w:w="9576" w:type="dxa"/>
          </w:tcPr>
          <w:p w:rsidR="00161794" w:rsidRPr="007E3D02" w:rsidRDefault="00161794" w:rsidP="00161794"/>
        </w:tc>
      </w:tr>
      <w:tr w:rsidR="00161794" w:rsidRPr="007E3D02">
        <w:tc>
          <w:tcPr>
            <w:tcW w:w="9576" w:type="dxa"/>
          </w:tcPr>
          <w:p w:rsidR="00161794" w:rsidRPr="007E3D02" w:rsidRDefault="00161794" w:rsidP="00161794"/>
        </w:tc>
      </w:tr>
      <w:tr w:rsidR="00161794" w:rsidRPr="00161794">
        <w:tc>
          <w:tcPr>
            <w:tcW w:w="9576" w:type="dxa"/>
            <w:shd w:val="clear" w:color="auto" w:fill="E0E0E0"/>
          </w:tcPr>
          <w:p w:rsidR="00161794" w:rsidRPr="00161794" w:rsidRDefault="00161794" w:rsidP="00161794">
            <w:pPr>
              <w:rPr>
                <w:b/>
              </w:rPr>
            </w:pPr>
            <w:r w:rsidRPr="00161794">
              <w:rPr>
                <w:b/>
              </w:rPr>
              <w:t xml:space="preserve">Communication </w:t>
            </w:r>
          </w:p>
        </w:tc>
      </w:tr>
      <w:tr w:rsidR="00161794" w:rsidRPr="007E3D02">
        <w:tc>
          <w:tcPr>
            <w:tcW w:w="9576" w:type="dxa"/>
          </w:tcPr>
          <w:p w:rsidR="00161794" w:rsidRDefault="00161794" w:rsidP="00161794"/>
        </w:tc>
      </w:tr>
      <w:tr w:rsidR="00161794" w:rsidRPr="007E3D02">
        <w:tc>
          <w:tcPr>
            <w:tcW w:w="9576" w:type="dxa"/>
          </w:tcPr>
          <w:p w:rsidR="00161794" w:rsidRDefault="005B1B75" w:rsidP="00161794">
            <w:r>
              <w:t>Will engage with other children but prefers adults.  Likes to tell jokes and interjecting comedic phrases with precise timing.</w:t>
            </w:r>
          </w:p>
        </w:tc>
      </w:tr>
      <w:tr w:rsidR="00161794" w:rsidRPr="007E3D02">
        <w:tc>
          <w:tcPr>
            <w:tcW w:w="9576" w:type="dxa"/>
          </w:tcPr>
          <w:p w:rsidR="00161794" w:rsidRDefault="00161794" w:rsidP="00161794"/>
        </w:tc>
      </w:tr>
      <w:tr w:rsidR="00161794" w:rsidRPr="007E3D02">
        <w:tc>
          <w:tcPr>
            <w:tcW w:w="9576" w:type="dxa"/>
          </w:tcPr>
          <w:p w:rsidR="00161794" w:rsidRDefault="00161794" w:rsidP="00161794"/>
        </w:tc>
      </w:tr>
      <w:tr w:rsidR="00161794" w:rsidRPr="00161794">
        <w:tc>
          <w:tcPr>
            <w:tcW w:w="9576" w:type="dxa"/>
            <w:shd w:val="clear" w:color="auto" w:fill="E0E0E0"/>
          </w:tcPr>
          <w:p w:rsidR="00161794" w:rsidRPr="00161794" w:rsidRDefault="00161794" w:rsidP="00161794">
            <w:pPr>
              <w:rPr>
                <w:b/>
              </w:rPr>
            </w:pPr>
            <w:r w:rsidRPr="00161794">
              <w:rPr>
                <w:b/>
              </w:rPr>
              <w:t>Sensory</w:t>
            </w:r>
          </w:p>
        </w:tc>
      </w:tr>
      <w:tr w:rsidR="00161794" w:rsidRPr="007E3D02">
        <w:tc>
          <w:tcPr>
            <w:tcW w:w="9576" w:type="dxa"/>
          </w:tcPr>
          <w:p w:rsidR="00161794" w:rsidRDefault="005B1B75" w:rsidP="005B1B75">
            <w:r>
              <w:t>Participates in PE and APE.  Likes back rubs and back massages.</w:t>
            </w:r>
          </w:p>
        </w:tc>
      </w:tr>
      <w:tr w:rsidR="00161794" w:rsidRPr="007E3D02">
        <w:tc>
          <w:tcPr>
            <w:tcW w:w="9576" w:type="dxa"/>
          </w:tcPr>
          <w:p w:rsidR="00161794" w:rsidRDefault="00161794" w:rsidP="00161794"/>
        </w:tc>
      </w:tr>
      <w:tr w:rsidR="00161794" w:rsidRPr="007E3D02">
        <w:tc>
          <w:tcPr>
            <w:tcW w:w="9576" w:type="dxa"/>
          </w:tcPr>
          <w:p w:rsidR="00161794" w:rsidRDefault="00161794" w:rsidP="00161794"/>
        </w:tc>
      </w:tr>
      <w:tr w:rsidR="00161794" w:rsidRPr="007E3D02">
        <w:tc>
          <w:tcPr>
            <w:tcW w:w="9576" w:type="dxa"/>
          </w:tcPr>
          <w:p w:rsidR="00161794" w:rsidRDefault="00161794" w:rsidP="00161794"/>
        </w:tc>
      </w:tr>
      <w:tr w:rsidR="00161794" w:rsidRPr="00161794">
        <w:tc>
          <w:tcPr>
            <w:tcW w:w="9576" w:type="dxa"/>
            <w:shd w:val="clear" w:color="auto" w:fill="E0E0E0"/>
          </w:tcPr>
          <w:p w:rsidR="00161794" w:rsidRPr="00161794" w:rsidRDefault="00161794" w:rsidP="00161794">
            <w:pPr>
              <w:rPr>
                <w:b/>
              </w:rPr>
            </w:pPr>
            <w:r w:rsidRPr="00161794">
              <w:rPr>
                <w:b/>
              </w:rPr>
              <w:t xml:space="preserve">Cognitive </w:t>
            </w:r>
          </w:p>
        </w:tc>
      </w:tr>
      <w:tr w:rsidR="00161794" w:rsidRPr="007E3D02">
        <w:tc>
          <w:tcPr>
            <w:tcW w:w="9576" w:type="dxa"/>
          </w:tcPr>
          <w:p w:rsidR="00161794" w:rsidRDefault="00161794" w:rsidP="00161794"/>
        </w:tc>
      </w:tr>
      <w:tr w:rsidR="00161794" w:rsidRPr="007E3D02">
        <w:tc>
          <w:tcPr>
            <w:tcW w:w="9576" w:type="dxa"/>
          </w:tcPr>
          <w:p w:rsidR="00161794" w:rsidRDefault="005B1B75" w:rsidP="00161794">
            <w:r>
              <w:t>Strong knowledge about animals and their habitats.</w:t>
            </w:r>
          </w:p>
        </w:tc>
      </w:tr>
      <w:tr w:rsidR="00161794" w:rsidRPr="007E3D02">
        <w:tc>
          <w:tcPr>
            <w:tcW w:w="9576" w:type="dxa"/>
          </w:tcPr>
          <w:p w:rsidR="00161794" w:rsidRDefault="00161794" w:rsidP="00161794"/>
        </w:tc>
      </w:tr>
      <w:tr w:rsidR="00161794" w:rsidRPr="007E3D02">
        <w:tc>
          <w:tcPr>
            <w:tcW w:w="9576" w:type="dxa"/>
          </w:tcPr>
          <w:p w:rsidR="00161794" w:rsidRDefault="00161794" w:rsidP="00161794"/>
        </w:tc>
      </w:tr>
      <w:tr w:rsidR="00161794" w:rsidRPr="00161794">
        <w:tc>
          <w:tcPr>
            <w:tcW w:w="9576" w:type="dxa"/>
            <w:shd w:val="clear" w:color="auto" w:fill="E0E0E0"/>
          </w:tcPr>
          <w:p w:rsidR="00161794" w:rsidRPr="00161794" w:rsidRDefault="00161794" w:rsidP="00161794">
            <w:pPr>
              <w:rPr>
                <w:b/>
              </w:rPr>
            </w:pPr>
            <w:r w:rsidRPr="00161794">
              <w:rPr>
                <w:b/>
              </w:rPr>
              <w:t xml:space="preserve">Motor </w:t>
            </w:r>
          </w:p>
        </w:tc>
      </w:tr>
      <w:tr w:rsidR="00161794" w:rsidRPr="007E3D02">
        <w:tc>
          <w:tcPr>
            <w:tcW w:w="9576" w:type="dxa"/>
          </w:tcPr>
          <w:p w:rsidR="00161794" w:rsidRDefault="00161794" w:rsidP="00161794"/>
        </w:tc>
      </w:tr>
      <w:tr w:rsidR="00161794" w:rsidRPr="007E3D02">
        <w:tc>
          <w:tcPr>
            <w:tcW w:w="9576" w:type="dxa"/>
          </w:tcPr>
          <w:p w:rsidR="00161794" w:rsidRDefault="005B1B75" w:rsidP="00161794">
            <w:r>
              <w:t>Participates in team sports, i.e., soccer.</w:t>
            </w:r>
          </w:p>
        </w:tc>
      </w:tr>
      <w:tr w:rsidR="00161794" w:rsidRPr="007E3D02">
        <w:tc>
          <w:tcPr>
            <w:tcW w:w="9576" w:type="dxa"/>
          </w:tcPr>
          <w:p w:rsidR="00161794" w:rsidRDefault="00161794" w:rsidP="00161794"/>
        </w:tc>
      </w:tr>
      <w:tr w:rsidR="00161794" w:rsidRPr="007E3D02">
        <w:tc>
          <w:tcPr>
            <w:tcW w:w="9576" w:type="dxa"/>
          </w:tcPr>
          <w:p w:rsidR="00161794" w:rsidRDefault="00161794" w:rsidP="00161794"/>
        </w:tc>
      </w:tr>
      <w:tr w:rsidR="00161794" w:rsidRPr="00161794">
        <w:tc>
          <w:tcPr>
            <w:tcW w:w="9576" w:type="dxa"/>
            <w:shd w:val="clear" w:color="auto" w:fill="E0E0E0"/>
          </w:tcPr>
          <w:p w:rsidR="00161794" w:rsidRPr="00161794" w:rsidRDefault="00161794" w:rsidP="00161794">
            <w:pPr>
              <w:rPr>
                <w:b/>
              </w:rPr>
            </w:pPr>
            <w:r w:rsidRPr="00161794">
              <w:rPr>
                <w:b/>
              </w:rPr>
              <w:t xml:space="preserve">Emotional </w:t>
            </w:r>
          </w:p>
        </w:tc>
      </w:tr>
      <w:tr w:rsidR="00161794" w:rsidRPr="00161794">
        <w:tc>
          <w:tcPr>
            <w:tcW w:w="9576" w:type="dxa"/>
            <w:shd w:val="clear" w:color="auto" w:fill="auto"/>
          </w:tcPr>
          <w:p w:rsidR="00161794" w:rsidRPr="00161794" w:rsidRDefault="00161794" w:rsidP="00161794">
            <w:pPr>
              <w:rPr>
                <w:b/>
              </w:rPr>
            </w:pPr>
          </w:p>
        </w:tc>
      </w:tr>
      <w:tr w:rsidR="00161794" w:rsidRPr="00161794">
        <w:tc>
          <w:tcPr>
            <w:tcW w:w="9576" w:type="dxa"/>
            <w:shd w:val="clear" w:color="auto" w:fill="auto"/>
          </w:tcPr>
          <w:p w:rsidR="00161794" w:rsidRPr="00161794" w:rsidRDefault="005B1B75" w:rsidP="00161794">
            <w:pPr>
              <w:rPr>
                <w:b/>
              </w:rPr>
            </w:pPr>
            <w:r>
              <w:rPr>
                <w:b/>
              </w:rPr>
              <w:t>Recognizes the emotions of others.</w:t>
            </w:r>
          </w:p>
        </w:tc>
      </w:tr>
      <w:tr w:rsidR="00161794" w:rsidRPr="00161794">
        <w:tc>
          <w:tcPr>
            <w:tcW w:w="9576" w:type="dxa"/>
            <w:shd w:val="clear" w:color="auto" w:fill="auto"/>
          </w:tcPr>
          <w:p w:rsidR="00161794" w:rsidRPr="00161794" w:rsidRDefault="00161794" w:rsidP="00161794">
            <w:pPr>
              <w:rPr>
                <w:b/>
              </w:rPr>
            </w:pPr>
          </w:p>
        </w:tc>
      </w:tr>
      <w:tr w:rsidR="00161794" w:rsidRPr="00161794">
        <w:tc>
          <w:tcPr>
            <w:tcW w:w="9576" w:type="dxa"/>
            <w:shd w:val="clear" w:color="auto" w:fill="auto"/>
          </w:tcPr>
          <w:p w:rsidR="00161794" w:rsidRPr="00161794" w:rsidRDefault="00161794" w:rsidP="00161794">
            <w:pPr>
              <w:rPr>
                <w:b/>
              </w:rPr>
            </w:pPr>
          </w:p>
        </w:tc>
      </w:tr>
      <w:tr w:rsidR="00161794" w:rsidRPr="00161794">
        <w:tc>
          <w:tcPr>
            <w:tcW w:w="9576" w:type="dxa"/>
            <w:shd w:val="clear" w:color="auto" w:fill="D9D9D9"/>
          </w:tcPr>
          <w:p w:rsidR="00161794" w:rsidRPr="00161794" w:rsidRDefault="00161794" w:rsidP="00161794">
            <w:pPr>
              <w:rPr>
                <w:b/>
              </w:rPr>
            </w:pPr>
            <w:r w:rsidRPr="00161794">
              <w:rPr>
                <w:b/>
              </w:rPr>
              <w:t>Biological</w:t>
            </w:r>
          </w:p>
        </w:tc>
      </w:tr>
      <w:tr w:rsidR="00161794" w:rsidRPr="00161794">
        <w:tc>
          <w:tcPr>
            <w:tcW w:w="9576" w:type="dxa"/>
            <w:shd w:val="clear" w:color="auto" w:fill="auto"/>
          </w:tcPr>
          <w:p w:rsidR="00161794" w:rsidRPr="00161794" w:rsidRDefault="00161794" w:rsidP="00161794">
            <w:pPr>
              <w:rPr>
                <w:b/>
              </w:rPr>
            </w:pPr>
          </w:p>
        </w:tc>
      </w:tr>
      <w:tr w:rsidR="00161794" w:rsidRPr="00161794">
        <w:tc>
          <w:tcPr>
            <w:tcW w:w="9576" w:type="dxa"/>
            <w:shd w:val="clear" w:color="auto" w:fill="auto"/>
          </w:tcPr>
          <w:p w:rsidR="00161794" w:rsidRPr="00F67E5E" w:rsidRDefault="00F67E5E" w:rsidP="00161794">
            <w:r w:rsidRPr="00F67E5E">
              <w:t>A healthy 12-year-old boy.</w:t>
            </w:r>
          </w:p>
        </w:tc>
      </w:tr>
      <w:tr w:rsidR="00161794" w:rsidRPr="00161794">
        <w:tc>
          <w:tcPr>
            <w:tcW w:w="9576" w:type="dxa"/>
            <w:shd w:val="clear" w:color="auto" w:fill="auto"/>
          </w:tcPr>
          <w:p w:rsidR="00161794" w:rsidRPr="00161794" w:rsidRDefault="005B1B75" w:rsidP="00161794">
            <w:pPr>
              <w:rPr>
                <w:b/>
              </w:rPr>
            </w:pPr>
            <w:r>
              <w:rPr>
                <w:b/>
              </w:rPr>
              <w:lastRenderedPageBreak/>
              <w:t>.</w:t>
            </w:r>
          </w:p>
        </w:tc>
      </w:tr>
    </w:tbl>
    <w:p w:rsidR="00161794" w:rsidRDefault="00161794" w:rsidP="00161794"/>
    <w:sectPr w:rsidR="00161794" w:rsidSect="00161794">
      <w:footerReference w:type="default" r:id="rId7"/>
      <w:pgSz w:w="12240" w:h="15840"/>
      <w:pgMar w:top="144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968" w:rsidRDefault="00F07968">
      <w:r>
        <w:separator/>
      </w:r>
    </w:p>
  </w:endnote>
  <w:endnote w:type="continuationSeparator" w:id="0">
    <w:p w:rsidR="00F07968" w:rsidRDefault="00F0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794" w:rsidRPr="00813DEC" w:rsidRDefault="00161794" w:rsidP="00161794">
    <w:pPr>
      <w:autoSpaceDE w:val="0"/>
      <w:autoSpaceDN w:val="0"/>
      <w:adjustRightInd w:val="0"/>
      <w:rPr>
        <w:sz w:val="16"/>
        <w:szCs w:val="16"/>
      </w:rPr>
    </w:pPr>
    <w:r w:rsidRPr="00813DEC">
      <w:rPr>
        <w:sz w:val="16"/>
        <w:szCs w:val="16"/>
      </w:rPr>
      <w:t xml:space="preserve">From </w:t>
    </w:r>
    <w:proofErr w:type="spellStart"/>
    <w:r w:rsidRPr="00813DEC">
      <w:rPr>
        <w:sz w:val="16"/>
        <w:szCs w:val="16"/>
      </w:rPr>
      <w:t>Aspy</w:t>
    </w:r>
    <w:proofErr w:type="spellEnd"/>
    <w:r w:rsidRPr="00813DEC">
      <w:rPr>
        <w:sz w:val="16"/>
        <w:szCs w:val="16"/>
      </w:rPr>
      <w:t xml:space="preserve">, R., &amp; Grossman, B. (2008). </w:t>
    </w:r>
    <w:r w:rsidRPr="00813DEC">
      <w:rPr>
        <w:i/>
        <w:iCs/>
        <w:sz w:val="16"/>
        <w:szCs w:val="16"/>
      </w:rPr>
      <w:t>The Ziggurat Model</w:t>
    </w:r>
    <w:r w:rsidRPr="00813DEC">
      <w:rPr>
        <w:sz w:val="16"/>
        <w:szCs w:val="16"/>
      </w:rPr>
      <w:t>. Shawnee Mission, KS: Autism Asperger Publishing Company (www.</w:t>
    </w:r>
    <w:r>
      <w:rPr>
        <w:sz w:val="16"/>
        <w:szCs w:val="16"/>
      </w:rPr>
      <w:t>asperger</w:t>
    </w:r>
    <w:r w:rsidRPr="00813DEC">
      <w:rPr>
        <w:sz w:val="16"/>
        <w:szCs w:val="16"/>
      </w:rPr>
      <w:t>.net).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968" w:rsidRDefault="00F07968">
      <w:r>
        <w:separator/>
      </w:r>
    </w:p>
  </w:footnote>
  <w:footnote w:type="continuationSeparator" w:id="0">
    <w:p w:rsidR="00F07968" w:rsidRDefault="00F07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79CB"/>
    <w:multiLevelType w:val="hybridMultilevel"/>
    <w:tmpl w:val="860C065A"/>
    <w:lvl w:ilvl="0" w:tplc="CE622F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843814"/>
    <w:multiLevelType w:val="hybridMultilevel"/>
    <w:tmpl w:val="1CF8A8FA"/>
    <w:lvl w:ilvl="0" w:tplc="CE622F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70381E"/>
    <w:multiLevelType w:val="hybridMultilevel"/>
    <w:tmpl w:val="C7F0EDF6"/>
    <w:lvl w:ilvl="0" w:tplc="EA707D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E622F7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6712702"/>
    <w:multiLevelType w:val="hybridMultilevel"/>
    <w:tmpl w:val="695C7BCA"/>
    <w:lvl w:ilvl="0" w:tplc="762632B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2A993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BEF3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84171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30C05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E8E3A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E6487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16224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524C1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3D2C9A"/>
    <w:multiLevelType w:val="hybridMultilevel"/>
    <w:tmpl w:val="318AD1CC"/>
    <w:lvl w:ilvl="0" w:tplc="CE622F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7C0974"/>
    <w:multiLevelType w:val="hybridMultilevel"/>
    <w:tmpl w:val="ED9C414A"/>
    <w:lvl w:ilvl="0" w:tplc="CE622F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306FAB"/>
    <w:multiLevelType w:val="hybridMultilevel"/>
    <w:tmpl w:val="7B3C3258"/>
    <w:lvl w:ilvl="0" w:tplc="CE622F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CE622F7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8A52AC9"/>
    <w:multiLevelType w:val="hybridMultilevel"/>
    <w:tmpl w:val="53DED7EE"/>
    <w:lvl w:ilvl="0" w:tplc="50900E0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ACC18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34AA3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9086B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7471A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F20C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B4F7B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14BAC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3EC32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F65CFA"/>
    <w:multiLevelType w:val="hybridMultilevel"/>
    <w:tmpl w:val="5E426BBC"/>
    <w:lvl w:ilvl="0" w:tplc="810E749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9CAD3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2A713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DECA7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D89A4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88ACA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FC401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D6257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6AFFC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BC0BFA"/>
    <w:multiLevelType w:val="hybridMultilevel"/>
    <w:tmpl w:val="02A6F2AE"/>
    <w:lvl w:ilvl="0" w:tplc="EA707D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718D7A0A"/>
    <w:multiLevelType w:val="hybridMultilevel"/>
    <w:tmpl w:val="5E4E4996"/>
    <w:lvl w:ilvl="0" w:tplc="CE622F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962712B"/>
    <w:multiLevelType w:val="multilevel"/>
    <w:tmpl w:val="C7F0EDF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9"/>
  </w:num>
  <w:num w:numId="5">
    <w:abstractNumId w:val="10"/>
  </w:num>
  <w:num w:numId="6">
    <w:abstractNumId w:val="7"/>
  </w:num>
  <w:num w:numId="7">
    <w:abstractNumId w:val="11"/>
  </w:num>
  <w:num w:numId="8">
    <w:abstractNumId w:val="6"/>
  </w:num>
  <w:num w:numId="9">
    <w:abstractNumId w:val="8"/>
  </w:num>
  <w:num w:numId="10">
    <w:abstractNumId w:val="5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1850"/>
    <w:rsid w:val="00161794"/>
    <w:rsid w:val="001A3FA3"/>
    <w:rsid w:val="005B1B75"/>
    <w:rsid w:val="008C655C"/>
    <w:rsid w:val="008E1850"/>
    <w:rsid w:val="00B136CA"/>
    <w:rsid w:val="00C96775"/>
    <w:rsid w:val="00F07968"/>
    <w:rsid w:val="00F67E5E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PALevel1">
    <w:name w:val="APA Level1"/>
    <w:basedOn w:val="Normal"/>
    <w:rsid w:val="00661F94"/>
    <w:pPr>
      <w:spacing w:line="480" w:lineRule="auto"/>
      <w:jc w:val="center"/>
    </w:pPr>
  </w:style>
  <w:style w:type="paragraph" w:customStyle="1" w:styleId="APAlevel5">
    <w:name w:val="APA level 5"/>
    <w:basedOn w:val="Normal"/>
    <w:rsid w:val="00661F94"/>
    <w:pPr>
      <w:jc w:val="center"/>
    </w:pPr>
  </w:style>
  <w:style w:type="paragraph" w:customStyle="1" w:styleId="APAlevel2">
    <w:name w:val="APA level 2"/>
    <w:basedOn w:val="Normal"/>
    <w:rsid w:val="00661F94"/>
    <w:pPr>
      <w:jc w:val="center"/>
    </w:pPr>
    <w:rPr>
      <w:i/>
    </w:rPr>
  </w:style>
  <w:style w:type="paragraph" w:customStyle="1" w:styleId="APAlevel3">
    <w:name w:val="APA level 3"/>
    <w:basedOn w:val="Normal"/>
    <w:rsid w:val="00807834"/>
    <w:rPr>
      <w:i/>
    </w:rPr>
  </w:style>
  <w:style w:type="paragraph" w:customStyle="1" w:styleId="APAlevel4">
    <w:name w:val="APA level 4"/>
    <w:basedOn w:val="Normal"/>
    <w:rsid w:val="00807834"/>
    <w:pPr>
      <w:ind w:firstLine="720"/>
    </w:pPr>
    <w:rPr>
      <w:i/>
    </w:rPr>
  </w:style>
  <w:style w:type="paragraph" w:customStyle="1" w:styleId="APALevel20">
    <w:name w:val="APA Level 2"/>
    <w:basedOn w:val="Normal"/>
    <w:rsid w:val="00807834"/>
    <w:pPr>
      <w:jc w:val="center"/>
    </w:pPr>
    <w:rPr>
      <w:i/>
    </w:rPr>
  </w:style>
  <w:style w:type="table" w:styleId="TableGrid">
    <w:name w:val="Table Grid"/>
    <w:basedOn w:val="TableNormal"/>
    <w:rsid w:val="007370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77A3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7A3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B1B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B1B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3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5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8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89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8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3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4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0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8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1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1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cia\AppData\Local\Microsoft\Windows\Temporary%20Internet%20Files\Content.Outlook\486IMB2B\ISSI%20(2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ISSI (2)</Template>
  <TotalTime>0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Global Intervention Plan Instructions</vt:lpstr>
    </vt:vector>
  </TitlesOfParts>
  <Company>The Ziggurat Group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Global Intervention Plan Instructions</dc:title>
  <dc:creator>Patricia</dc:creator>
  <cp:lastModifiedBy>Patricia</cp:lastModifiedBy>
  <cp:revision>1</cp:revision>
  <cp:lastPrinted>2012-02-04T20:43:00Z</cp:lastPrinted>
  <dcterms:created xsi:type="dcterms:W3CDTF">2012-02-24T12:03:00Z</dcterms:created>
  <dcterms:modified xsi:type="dcterms:W3CDTF">2012-02-24T12:03:00Z</dcterms:modified>
</cp:coreProperties>
</file>